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86E6ED-17CF-4447-A571-9A92E68762A9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